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C9B" w:rsidRDefault="002150A8" w:rsidP="002150A8">
      <w:pPr>
        <w:jc w:val="center"/>
      </w:pPr>
      <w:r>
        <w:t>LIAR &amp; SPY</w:t>
      </w:r>
    </w:p>
    <w:p w:rsidR="002150A8" w:rsidRDefault="002150A8" w:rsidP="002150A8">
      <w:r>
        <w:t>Materials</w:t>
      </w:r>
    </w:p>
    <w:p w:rsidR="002150A8" w:rsidRDefault="002150A8" w:rsidP="002150A8">
      <w:pPr>
        <w:pStyle w:val="ListParagraph"/>
        <w:numPr>
          <w:ilvl w:val="0"/>
          <w:numId w:val="1"/>
        </w:numPr>
      </w:pPr>
      <w:r>
        <w:t>Liar &amp; Spy book</w:t>
      </w:r>
    </w:p>
    <w:p w:rsidR="002150A8" w:rsidRDefault="002150A8" w:rsidP="002150A8">
      <w:pPr>
        <w:pStyle w:val="ListParagraph"/>
        <w:numPr>
          <w:ilvl w:val="0"/>
          <w:numId w:val="1"/>
        </w:numPr>
      </w:pPr>
      <w:r>
        <w:t>Journal with decorated cover and several pages</w:t>
      </w:r>
    </w:p>
    <w:p w:rsidR="002150A8" w:rsidRDefault="002150A8" w:rsidP="002150A8">
      <w:pPr>
        <w:pStyle w:val="ListParagraph"/>
        <w:numPr>
          <w:ilvl w:val="0"/>
          <w:numId w:val="1"/>
        </w:numPr>
      </w:pPr>
      <w:r>
        <w:t xml:space="preserve">Computer lad </w:t>
      </w:r>
    </w:p>
    <w:p w:rsidR="002150A8" w:rsidRDefault="002150A8" w:rsidP="002150A8">
      <w:r>
        <w:t>Lesson</w:t>
      </w:r>
    </w:p>
    <w:p w:rsidR="002150A8" w:rsidRDefault="002150A8" w:rsidP="002150A8">
      <w:pPr>
        <w:pStyle w:val="ListParagraph"/>
        <w:numPr>
          <w:ilvl w:val="0"/>
          <w:numId w:val="2"/>
        </w:numPr>
      </w:pPr>
      <w:r>
        <w:t>Discuss what kinds of relationship exist</w:t>
      </w:r>
    </w:p>
    <w:p w:rsidR="002150A8" w:rsidRDefault="002150A8" w:rsidP="002150A8">
      <w:pPr>
        <w:pStyle w:val="ListParagraph"/>
        <w:numPr>
          <w:ilvl w:val="1"/>
          <w:numId w:val="2"/>
        </w:numPr>
      </w:pPr>
      <w:r>
        <w:t>How do they impact our lives?</w:t>
      </w:r>
    </w:p>
    <w:p w:rsidR="002150A8" w:rsidRDefault="002150A8" w:rsidP="002150A8">
      <w:pPr>
        <w:pStyle w:val="ListParagraph"/>
        <w:numPr>
          <w:ilvl w:val="1"/>
          <w:numId w:val="2"/>
        </w:numPr>
      </w:pPr>
      <w:r>
        <w:t>Is there positive and negative relationships</w:t>
      </w:r>
    </w:p>
    <w:p w:rsidR="002150A8" w:rsidRDefault="002150A8" w:rsidP="002150A8">
      <w:pPr>
        <w:pStyle w:val="ListParagraph"/>
        <w:numPr>
          <w:ilvl w:val="1"/>
          <w:numId w:val="2"/>
        </w:numPr>
      </w:pPr>
      <w:r>
        <w:t>What do you consider an important relationship and why?</w:t>
      </w:r>
    </w:p>
    <w:p w:rsidR="002150A8" w:rsidRDefault="002150A8" w:rsidP="002150A8">
      <w:pPr>
        <w:pStyle w:val="ListParagraph"/>
        <w:numPr>
          <w:ilvl w:val="0"/>
          <w:numId w:val="2"/>
        </w:numPr>
      </w:pPr>
      <w:r>
        <w:t>Have the students read the book</w:t>
      </w:r>
    </w:p>
    <w:p w:rsidR="002150A8" w:rsidRDefault="002150A8" w:rsidP="002150A8">
      <w:pPr>
        <w:pStyle w:val="ListParagraph"/>
        <w:numPr>
          <w:ilvl w:val="1"/>
          <w:numId w:val="2"/>
        </w:numPr>
      </w:pPr>
      <w:r>
        <w:t>Write about the relationships that are happening in the book.</w:t>
      </w:r>
    </w:p>
    <w:p w:rsidR="002150A8" w:rsidRDefault="002150A8" w:rsidP="002150A8">
      <w:pPr>
        <w:pStyle w:val="ListParagraph"/>
        <w:numPr>
          <w:ilvl w:val="1"/>
          <w:numId w:val="2"/>
        </w:numPr>
      </w:pPr>
      <w:r>
        <w:t xml:space="preserve">Reflect </w:t>
      </w:r>
      <w:r w:rsidR="003E2143">
        <w:t>on own relationships.</w:t>
      </w:r>
    </w:p>
    <w:p w:rsidR="003E2143" w:rsidRDefault="003E2143" w:rsidP="002150A8">
      <w:pPr>
        <w:pStyle w:val="ListParagraph"/>
        <w:numPr>
          <w:ilvl w:val="1"/>
          <w:numId w:val="2"/>
        </w:numPr>
      </w:pPr>
      <w:r>
        <w:t>Explain how symbolism is used in the story to reflect relationships.</w:t>
      </w:r>
    </w:p>
    <w:p w:rsidR="003E2143" w:rsidRDefault="003E2143" w:rsidP="002150A8">
      <w:pPr>
        <w:pStyle w:val="ListParagraph"/>
        <w:numPr>
          <w:ilvl w:val="1"/>
          <w:numId w:val="2"/>
        </w:numPr>
      </w:pPr>
      <w:r>
        <w:t>If students are having difficult time self-evaluating offer journal topic.</w:t>
      </w:r>
    </w:p>
    <w:p w:rsidR="002150A8" w:rsidRDefault="002150A8" w:rsidP="002150A8">
      <w:pPr>
        <w:pStyle w:val="ListParagraph"/>
        <w:numPr>
          <w:ilvl w:val="0"/>
          <w:numId w:val="2"/>
        </w:numPr>
      </w:pPr>
      <w:r>
        <w:t>At conclusion of reading the book, have students write an informal letter to a friend or parent expressing how they feel about their relationship.</w:t>
      </w:r>
    </w:p>
    <w:p w:rsidR="002150A8" w:rsidRDefault="002150A8" w:rsidP="002150A8">
      <w:pPr>
        <w:pStyle w:val="ListParagraph"/>
        <w:numPr>
          <w:ilvl w:val="0"/>
          <w:numId w:val="2"/>
        </w:numPr>
      </w:pPr>
      <w:r>
        <w:t xml:space="preserve">If students are comfortable, have a peer edit the letter.  </w:t>
      </w:r>
    </w:p>
    <w:p w:rsidR="002150A8" w:rsidRDefault="002150A8" w:rsidP="002150A8">
      <w:pPr>
        <w:pStyle w:val="ListParagraph"/>
        <w:numPr>
          <w:ilvl w:val="0"/>
          <w:numId w:val="2"/>
        </w:numPr>
      </w:pPr>
      <w:r>
        <w:t>Go to the computer lab and have students type the letter.</w:t>
      </w:r>
    </w:p>
    <w:p w:rsidR="002150A8" w:rsidRDefault="002150A8" w:rsidP="002150A8">
      <w:pPr>
        <w:pStyle w:val="ListParagraph"/>
        <w:numPr>
          <w:ilvl w:val="0"/>
          <w:numId w:val="2"/>
        </w:numPr>
      </w:pPr>
      <w:r>
        <w:t>Give students the opportunity to send the letter to that person in the mail.</w:t>
      </w:r>
      <w:bookmarkStart w:id="0" w:name="_GoBack"/>
      <w:bookmarkEnd w:id="0"/>
    </w:p>
    <w:sectPr w:rsidR="002150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25DA0"/>
    <w:multiLevelType w:val="hybridMultilevel"/>
    <w:tmpl w:val="3EFCAC6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8E095C"/>
    <w:multiLevelType w:val="hybridMultilevel"/>
    <w:tmpl w:val="8CC6256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0A8"/>
    <w:rsid w:val="002150A8"/>
    <w:rsid w:val="003E2143"/>
    <w:rsid w:val="00C0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50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50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6D29C7C8</Template>
  <TotalTime>14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duckworth</dc:creator>
  <cp:lastModifiedBy>jennifer duckworth</cp:lastModifiedBy>
  <cp:revision>1</cp:revision>
  <dcterms:created xsi:type="dcterms:W3CDTF">2014-05-09T18:04:00Z</dcterms:created>
  <dcterms:modified xsi:type="dcterms:W3CDTF">2014-05-09T18:18:00Z</dcterms:modified>
</cp:coreProperties>
</file>